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24523-8EA3-476E-A95C-AE6E86F1C0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